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2E16" w14:textId="77777777"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14:paraId="4B38CE58" w14:textId="77777777" w:rsidR="00E54E5A" w:rsidRDefault="00A33B76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w:pict w14:anchorId="64CBA310">
          <v:roundrect id="AutoShape 2" o:spid="_x0000_s1026" style="position:absolute;left:0;text-align:left;margin-left:-9pt;margin-top:15.45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<v:textbox style="mso-next-textbox:#AutoShape 2" inset="1pt,1pt,1pt,1pt">
              <w:txbxContent>
                <w:p w14:paraId="1BB19985" w14:textId="77777777" w:rsidR="00E54E5A" w:rsidRDefault="00E54E5A"/>
                <w:p w14:paraId="075B5178" w14:textId="77777777" w:rsidR="00E54E5A" w:rsidRDefault="00E54E5A">
                  <w:pPr>
                    <w:rPr>
                      <w:sz w:val="12"/>
                    </w:rPr>
                  </w:pPr>
                </w:p>
                <w:p w14:paraId="55512D60" w14:textId="77777777" w:rsidR="00E54E5A" w:rsidRDefault="00E54E5A">
                  <w:pPr>
                    <w:rPr>
                      <w:sz w:val="12"/>
                    </w:rPr>
                  </w:pPr>
                </w:p>
                <w:p w14:paraId="2646B257" w14:textId="77777777" w:rsidR="00E54E5A" w:rsidRDefault="00E54E5A">
                  <w:pPr>
                    <w:rPr>
                      <w:sz w:val="12"/>
                    </w:rPr>
                  </w:pPr>
                </w:p>
                <w:p w14:paraId="01346DC1" w14:textId="77777777" w:rsidR="00E54E5A" w:rsidRDefault="00E54E5A">
                  <w:pPr>
                    <w:rPr>
                      <w:sz w:val="12"/>
                    </w:rPr>
                  </w:pPr>
                </w:p>
                <w:p w14:paraId="536336CA" w14:textId="77777777" w:rsidR="00E54E5A" w:rsidRDefault="00E54E5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14:paraId="2039CDA2" w14:textId="77777777" w:rsidR="00E54E5A" w:rsidRDefault="00E54E5A"/>
              </w:txbxContent>
            </v:textbox>
          </v:roundrect>
        </w:pict>
      </w:r>
    </w:p>
    <w:p w14:paraId="5D50E354" w14:textId="77777777" w:rsidR="00E54E5A" w:rsidRDefault="00E54E5A">
      <w:pPr>
        <w:spacing w:line="360" w:lineRule="auto"/>
        <w:ind w:left="709" w:hanging="425"/>
        <w:jc w:val="both"/>
      </w:pPr>
    </w:p>
    <w:p w14:paraId="032DF3CC" w14:textId="77777777" w:rsidR="00E54E5A" w:rsidRDefault="00E54E5A">
      <w:pPr>
        <w:spacing w:line="360" w:lineRule="auto"/>
        <w:ind w:left="709" w:hanging="425"/>
        <w:jc w:val="both"/>
      </w:pPr>
    </w:p>
    <w:p w14:paraId="14EE8A44" w14:textId="77777777" w:rsidR="00E54E5A" w:rsidRDefault="00E54E5A" w:rsidP="007362BB">
      <w:pPr>
        <w:spacing w:line="360" w:lineRule="auto"/>
        <w:ind w:left="709" w:hanging="425"/>
        <w:jc w:val="right"/>
      </w:pPr>
    </w:p>
    <w:p w14:paraId="1E3B0C2E" w14:textId="77777777" w:rsidR="008538CE" w:rsidRPr="008538CE" w:rsidRDefault="008538CE" w:rsidP="008538CE">
      <w:pPr>
        <w:jc w:val="right"/>
        <w:rPr>
          <w:b/>
        </w:rPr>
      </w:pPr>
      <w:r w:rsidRPr="008538CE">
        <w:rPr>
          <w:b/>
        </w:rPr>
        <w:t>Gmina Rokitno, Rokitno 39A, 21-504 Rokitno</w:t>
      </w:r>
    </w:p>
    <w:p w14:paraId="5A4EF10A" w14:textId="77777777" w:rsidR="007362BB" w:rsidRPr="007362BB" w:rsidRDefault="007362BB" w:rsidP="007362BB">
      <w:pPr>
        <w:ind w:left="3540"/>
        <w:rPr>
          <w:b/>
        </w:rPr>
      </w:pPr>
    </w:p>
    <w:p w14:paraId="2181EC8B" w14:textId="05F6CA69" w:rsidR="00E54E5A" w:rsidRDefault="00D9153B" w:rsidP="006B7757">
      <w:pPr>
        <w:spacing w:line="360" w:lineRule="auto"/>
        <w:jc w:val="both"/>
      </w:pPr>
      <w:r w:rsidRPr="00B844CA">
        <w:t xml:space="preserve">Nawiązując do </w:t>
      </w:r>
      <w:r w:rsidR="0092223C">
        <w:t xml:space="preserve">zaproszenia do składania ofert </w:t>
      </w:r>
      <w:r>
        <w:t xml:space="preserve">z dnia </w:t>
      </w:r>
      <w:r w:rsidR="00465063">
        <w:t>15</w:t>
      </w:r>
      <w:r w:rsidR="00791BEF">
        <w:t>.</w:t>
      </w:r>
      <w:r w:rsidR="00670D6C">
        <w:t>1</w:t>
      </w:r>
      <w:r w:rsidR="00791BEF">
        <w:t>0.202</w:t>
      </w:r>
      <w:r w:rsidR="00465063">
        <w:t>5</w:t>
      </w:r>
      <w:r w:rsidR="00791BEF">
        <w:t xml:space="preserve"> </w:t>
      </w:r>
      <w:r>
        <w:t>r</w:t>
      </w:r>
      <w:r w:rsidR="00AB14F4">
        <w:t>.</w:t>
      </w:r>
      <w:r w:rsidRPr="003A6CAA">
        <w:rPr>
          <w:b/>
        </w:rPr>
        <w:t xml:space="preserve"> </w:t>
      </w:r>
      <w:r w:rsidR="00E54E5A">
        <w:t>na:</w:t>
      </w:r>
    </w:p>
    <w:p w14:paraId="105C5728" w14:textId="77777777" w:rsidR="00E54E5A" w:rsidRPr="008538CE" w:rsidRDefault="00E54E5A" w:rsidP="006B7757">
      <w:pPr>
        <w:spacing w:line="360" w:lineRule="auto"/>
        <w:jc w:val="both"/>
        <w:rPr>
          <w:b/>
        </w:rPr>
      </w:pPr>
      <w:r w:rsidRPr="008538CE">
        <w:rPr>
          <w:b/>
        </w:rPr>
        <w:t>„</w:t>
      </w:r>
      <w:r w:rsidR="00B50500" w:rsidRPr="008538CE">
        <w:rPr>
          <w:b/>
        </w:rPr>
        <w:t>Dostawy</w:t>
      </w:r>
      <w:r w:rsidR="003A6CAA" w:rsidRPr="008538CE">
        <w:rPr>
          <w:b/>
        </w:rPr>
        <w:t xml:space="preserve"> oleju </w:t>
      </w:r>
      <w:r w:rsidR="007362BB" w:rsidRPr="008538CE">
        <w:rPr>
          <w:b/>
          <w:szCs w:val="20"/>
        </w:rPr>
        <w:t xml:space="preserve">napędowego grzewczego </w:t>
      </w:r>
      <w:r w:rsidR="003A6CAA" w:rsidRPr="008538CE">
        <w:rPr>
          <w:b/>
        </w:rPr>
        <w:t xml:space="preserve">do </w:t>
      </w:r>
      <w:r w:rsidR="008538CE" w:rsidRPr="008538CE">
        <w:rPr>
          <w:b/>
        </w:rPr>
        <w:t>kotłowni gminnego budynku usługowego w Rokitnie 55</w:t>
      </w:r>
      <w:r w:rsidR="00285771">
        <w:rPr>
          <w:b/>
        </w:rPr>
        <w:t>”</w:t>
      </w:r>
    </w:p>
    <w:p w14:paraId="41885806" w14:textId="45FCD159" w:rsidR="007B6546" w:rsidRPr="00D9153B" w:rsidRDefault="00D9153B" w:rsidP="00077C31">
      <w:pPr>
        <w:spacing w:line="360" w:lineRule="auto"/>
        <w:jc w:val="both"/>
      </w:pPr>
      <w:r>
        <w:t>1. O</w:t>
      </w:r>
      <w:r w:rsidR="007B6546" w:rsidRPr="00D9153B">
        <w:t>ferujemy wykonanie przedmiotu zamówienia, stosując niżej wymieni</w:t>
      </w:r>
      <w:r w:rsidRPr="00D9153B">
        <w:t xml:space="preserve">one stawki obowiązujące w dniu </w:t>
      </w:r>
      <w:r w:rsidR="00670D6C">
        <w:rPr>
          <w:b/>
        </w:rPr>
        <w:t>2</w:t>
      </w:r>
      <w:r w:rsidR="00465063">
        <w:rPr>
          <w:b/>
        </w:rPr>
        <w:t>1</w:t>
      </w:r>
      <w:r w:rsidR="001375CF">
        <w:rPr>
          <w:b/>
        </w:rPr>
        <w:t>.</w:t>
      </w:r>
      <w:r w:rsidR="00670D6C">
        <w:rPr>
          <w:b/>
        </w:rPr>
        <w:t>1</w:t>
      </w:r>
      <w:r w:rsidR="001375CF">
        <w:rPr>
          <w:b/>
        </w:rPr>
        <w:t>0</w:t>
      </w:r>
      <w:r w:rsidRPr="000E561C">
        <w:rPr>
          <w:b/>
        </w:rPr>
        <w:t>.</w:t>
      </w:r>
      <w:r w:rsidR="007B6546" w:rsidRPr="000E561C">
        <w:rPr>
          <w:b/>
        </w:rPr>
        <w:t>20</w:t>
      </w:r>
      <w:r w:rsidR="00791BEF">
        <w:rPr>
          <w:b/>
        </w:rPr>
        <w:t>2</w:t>
      </w:r>
      <w:r w:rsidR="00465063">
        <w:rPr>
          <w:b/>
        </w:rPr>
        <w:t>5</w:t>
      </w:r>
      <w:r w:rsidR="00791BEF">
        <w:rPr>
          <w:b/>
        </w:rPr>
        <w:t xml:space="preserve"> </w:t>
      </w:r>
      <w:r w:rsidR="007B6546" w:rsidRPr="000E561C">
        <w:rPr>
          <w:b/>
        </w:rPr>
        <w:t>r</w:t>
      </w:r>
      <w:r w:rsidR="007B6546" w:rsidRPr="00D9153B">
        <w:t>.</w:t>
      </w:r>
    </w:p>
    <w:p w14:paraId="26A5A464" w14:textId="77777777" w:rsidR="007B6546" w:rsidRPr="00D9153B" w:rsidRDefault="00D9153B" w:rsidP="00077C31">
      <w:pPr>
        <w:spacing w:line="360" w:lineRule="auto"/>
        <w:jc w:val="both"/>
      </w:pPr>
      <w:r>
        <w:t>C</w:t>
      </w:r>
      <w:r w:rsidR="007B6546" w:rsidRPr="00D9153B">
        <w:t xml:space="preserve">ena (C) jednostkowa netto 1 litra oleju </w:t>
      </w:r>
      <w:r w:rsidR="007362BB">
        <w:rPr>
          <w:szCs w:val="20"/>
        </w:rPr>
        <w:t>napędowego grzewczego</w:t>
      </w:r>
      <w:r w:rsidR="00077C31">
        <w:rPr>
          <w:szCs w:val="20"/>
        </w:rPr>
        <w:t xml:space="preserve"> lekkiego</w:t>
      </w:r>
      <w:r w:rsidR="007362BB">
        <w:rPr>
          <w:szCs w:val="20"/>
        </w:rPr>
        <w:t xml:space="preserve"> </w:t>
      </w:r>
      <w:r w:rsidR="007B6546" w:rsidRPr="00D9153B">
        <w:t>producenta ………………zł + marża(upust) …</w:t>
      </w:r>
      <w:r w:rsidR="007362BB">
        <w:t xml:space="preserve">……………+ VAT ………. = 1 litr oleju </w:t>
      </w:r>
      <w:r w:rsidR="007362BB">
        <w:rPr>
          <w:szCs w:val="20"/>
        </w:rPr>
        <w:t>napędowego grzewczego</w:t>
      </w:r>
      <w:r w:rsidR="00077C31">
        <w:rPr>
          <w:szCs w:val="20"/>
        </w:rPr>
        <w:t xml:space="preserve"> lekkiego</w:t>
      </w:r>
      <w:r w:rsidR="007362BB">
        <w:rPr>
          <w:szCs w:val="20"/>
        </w:rPr>
        <w:t xml:space="preserve"> </w:t>
      </w:r>
      <w:r w:rsidR="007B6546" w:rsidRPr="00D9153B">
        <w:t>br</w:t>
      </w:r>
      <w:r>
        <w:t>utto ……………</w:t>
      </w:r>
      <w:r w:rsidR="007B6546" w:rsidRPr="00D9153B">
        <w:t>………… zł (słownie:</w:t>
      </w:r>
      <w:r>
        <w:t xml:space="preserve"> </w:t>
      </w:r>
      <w:r w:rsidR="00077C31">
        <w:t>.........................</w:t>
      </w:r>
      <w:r w:rsidR="007B6546" w:rsidRPr="00D9153B">
        <w:t>.........</w:t>
      </w:r>
      <w:r w:rsidR="00077C31">
        <w:t xml:space="preserve"> </w:t>
      </w:r>
      <w:r w:rsidR="007B6546" w:rsidRPr="00D9153B">
        <w:t>zł)</w:t>
      </w:r>
      <w:r w:rsidR="00077C31">
        <w:t>.</w:t>
      </w:r>
    </w:p>
    <w:p w14:paraId="3BA04B5F" w14:textId="77777777" w:rsidR="00D9153B" w:rsidRPr="00D9153B" w:rsidRDefault="00D9153B" w:rsidP="00077C31">
      <w:pPr>
        <w:spacing w:line="360" w:lineRule="auto"/>
        <w:jc w:val="both"/>
      </w:pPr>
      <w:r>
        <w:t xml:space="preserve">2. </w:t>
      </w:r>
      <w:r w:rsidRPr="00D9153B">
        <w:t>Oświadczamy, że spełniamy</w:t>
      </w:r>
      <w:r w:rsidR="00077C31">
        <w:t xml:space="preserve"> warunki udziału w postępowaniu.</w:t>
      </w:r>
      <w:r w:rsidRPr="00D9153B">
        <w:t xml:space="preserve"> </w:t>
      </w:r>
    </w:p>
    <w:p w14:paraId="0F785A73" w14:textId="35B6EE7F" w:rsidR="00077C31" w:rsidRDefault="00D9153B" w:rsidP="00077C31">
      <w:pPr>
        <w:spacing w:line="360" w:lineRule="auto"/>
        <w:jc w:val="both"/>
      </w:pPr>
      <w:r>
        <w:t xml:space="preserve">3. </w:t>
      </w:r>
      <w:r w:rsidRPr="00D9153B">
        <w:t>Oświadczamy, iż jesteśmy związani ofertą przez 30 dni.</w:t>
      </w:r>
      <w:r w:rsidR="00A33B76">
        <w:t xml:space="preserve"> </w:t>
      </w:r>
    </w:p>
    <w:p w14:paraId="1732A693" w14:textId="77777777" w:rsidR="00077C31" w:rsidRPr="00D9153B" w:rsidRDefault="00077C31" w:rsidP="00077C31">
      <w:pPr>
        <w:spacing w:line="360" w:lineRule="auto"/>
        <w:jc w:val="both"/>
      </w:pPr>
      <w:r>
        <w:t>4. Oświadczamy, że nie zachodzą wobec nas przesłanki wykluczenia z udziału w postępowaniu wynikające z art. 108 ustawy Prawo zamówień publicznych, ani wynikające z art. 7 ustawy z dnia 13 kwietnia 2022 r. o szczególnych rozwiązaniach w zakresie przeciwdziałania wspieraniu agresji na Ukrainę oraz służących ochronie bezpieczeństwa narodowego.</w:t>
      </w:r>
    </w:p>
    <w:p w14:paraId="0D2D231B" w14:textId="77777777" w:rsidR="007B6546" w:rsidRDefault="00077C31" w:rsidP="00077C31">
      <w:pPr>
        <w:spacing w:line="360" w:lineRule="auto"/>
        <w:jc w:val="both"/>
      </w:pPr>
      <w:r>
        <w:t>5</w:t>
      </w:r>
      <w:r w:rsidR="00D9153B">
        <w:t>. O</w:t>
      </w:r>
      <w:r w:rsidR="007B6546" w:rsidRPr="00D9153B">
        <w:t>świadczamy, że zapoznaliśmy się z i</w:t>
      </w:r>
      <w:r w:rsidR="00D9153B" w:rsidRPr="00D9153B">
        <w:t xml:space="preserve">stotnymi postanowieniami umowy </w:t>
      </w:r>
      <w:r w:rsidR="007B6546" w:rsidRPr="00D9153B">
        <w:t>i zobowiązujemy się w przypadku wyboru naszej oferty do zawarcia umowy na zawartych tam warunkach w miejscu i terminie wyznaczonym przez Zamawiającego.</w:t>
      </w:r>
    </w:p>
    <w:p w14:paraId="17A88426" w14:textId="77777777" w:rsidR="00077C31" w:rsidRPr="00D9153B" w:rsidRDefault="00077C31" w:rsidP="00077C31">
      <w:pPr>
        <w:spacing w:line="360" w:lineRule="auto"/>
        <w:jc w:val="both"/>
      </w:pPr>
      <w:r>
        <w:t>6. Oświadczamy, że olej napędowy grzewczy spełnia parametry fizykochemiczne określone przez Zamawiającego w zapytaniu ofertowym.</w:t>
      </w:r>
    </w:p>
    <w:p w14:paraId="36E26844" w14:textId="77777777" w:rsidR="007B6546" w:rsidRDefault="00077C31" w:rsidP="00077C31">
      <w:pPr>
        <w:spacing w:line="360" w:lineRule="auto"/>
        <w:jc w:val="both"/>
      </w:pPr>
      <w:r>
        <w:t xml:space="preserve">7. </w:t>
      </w:r>
      <w:r w:rsidR="0092223C">
        <w:t>Z</w:t>
      </w:r>
      <w:r w:rsidR="007B6546">
        <w:t>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7B6546" w14:paraId="484FE28F" w14:textId="77777777" w:rsidTr="00A3559A">
        <w:tc>
          <w:tcPr>
            <w:tcW w:w="720" w:type="dxa"/>
          </w:tcPr>
          <w:p w14:paraId="26C6D6F7" w14:textId="77777777"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1</w:t>
            </w:r>
          </w:p>
        </w:tc>
        <w:tc>
          <w:tcPr>
            <w:tcW w:w="8352" w:type="dxa"/>
          </w:tcPr>
          <w:p w14:paraId="3531888A" w14:textId="7B7829DE" w:rsidR="007B6546" w:rsidRDefault="00A07063" w:rsidP="00A3559A">
            <w:pPr>
              <w:spacing w:line="360" w:lineRule="auto"/>
              <w:ind w:firstLine="496"/>
              <w:jc w:val="both"/>
            </w:pPr>
            <w:r>
              <w:t>Koncesja na obrót paliwami ciekłymi</w:t>
            </w:r>
          </w:p>
        </w:tc>
      </w:tr>
      <w:tr w:rsidR="007B6546" w14:paraId="5B165F2B" w14:textId="77777777" w:rsidTr="00A3559A">
        <w:tc>
          <w:tcPr>
            <w:tcW w:w="720" w:type="dxa"/>
          </w:tcPr>
          <w:p w14:paraId="3BB36C47" w14:textId="77777777"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2</w:t>
            </w:r>
          </w:p>
        </w:tc>
        <w:tc>
          <w:tcPr>
            <w:tcW w:w="8352" w:type="dxa"/>
          </w:tcPr>
          <w:p w14:paraId="6D4DC1F2" w14:textId="77777777"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  <w:tr w:rsidR="007B6546" w14:paraId="25BCD5CF" w14:textId="77777777" w:rsidTr="00A3559A">
        <w:tc>
          <w:tcPr>
            <w:tcW w:w="720" w:type="dxa"/>
          </w:tcPr>
          <w:p w14:paraId="044DD103" w14:textId="77777777"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3</w:t>
            </w:r>
          </w:p>
        </w:tc>
        <w:tc>
          <w:tcPr>
            <w:tcW w:w="8352" w:type="dxa"/>
          </w:tcPr>
          <w:p w14:paraId="38581225" w14:textId="77777777"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</w:tbl>
    <w:p w14:paraId="58631ACC" w14:textId="77777777" w:rsidR="007B6546" w:rsidRDefault="007B6546" w:rsidP="007B654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14:paraId="6D07F194" w14:textId="77777777" w:rsidR="007B6546" w:rsidRDefault="007B6546" w:rsidP="00D9153B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7B6546" w:rsidSect="007362BB">
      <w:footerReference w:type="default" r:id="rId7"/>
      <w:pgSz w:w="11906" w:h="16838"/>
      <w:pgMar w:top="993" w:right="1418" w:bottom="851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F998" w14:textId="77777777" w:rsidR="0079256B" w:rsidRDefault="0079256B">
      <w:r>
        <w:separator/>
      </w:r>
    </w:p>
  </w:endnote>
  <w:endnote w:type="continuationSeparator" w:id="0">
    <w:p w14:paraId="752EC6C5" w14:textId="77777777" w:rsidR="0079256B" w:rsidRDefault="0079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63D7C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D7E78" w14:textId="77777777" w:rsidR="0079256B" w:rsidRDefault="0079256B">
      <w:r>
        <w:separator/>
      </w:r>
    </w:p>
  </w:footnote>
  <w:footnote w:type="continuationSeparator" w:id="0">
    <w:p w14:paraId="3B7B1C33" w14:textId="77777777" w:rsidR="0079256B" w:rsidRDefault="0079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4C5B0994"/>
    <w:multiLevelType w:val="hybridMultilevel"/>
    <w:tmpl w:val="60F4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D5743AC"/>
    <w:multiLevelType w:val="hybridMultilevel"/>
    <w:tmpl w:val="F2007596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29936216">
    <w:abstractNumId w:val="10"/>
  </w:num>
  <w:num w:numId="2" w16cid:durableId="675233442">
    <w:abstractNumId w:val="20"/>
  </w:num>
  <w:num w:numId="3" w16cid:durableId="1195772067">
    <w:abstractNumId w:val="22"/>
  </w:num>
  <w:num w:numId="4" w16cid:durableId="1910574753">
    <w:abstractNumId w:val="6"/>
  </w:num>
  <w:num w:numId="5" w16cid:durableId="1474299029">
    <w:abstractNumId w:val="26"/>
  </w:num>
  <w:num w:numId="6" w16cid:durableId="1972595710">
    <w:abstractNumId w:val="7"/>
  </w:num>
  <w:num w:numId="7" w16cid:durableId="1393576034">
    <w:abstractNumId w:val="8"/>
  </w:num>
  <w:num w:numId="8" w16cid:durableId="774010942">
    <w:abstractNumId w:val="30"/>
  </w:num>
  <w:num w:numId="9" w16cid:durableId="1877232655">
    <w:abstractNumId w:val="5"/>
  </w:num>
  <w:num w:numId="10" w16cid:durableId="1852716711">
    <w:abstractNumId w:val="29"/>
  </w:num>
  <w:num w:numId="11" w16cid:durableId="519704439">
    <w:abstractNumId w:val="24"/>
  </w:num>
  <w:num w:numId="12" w16cid:durableId="2120635877">
    <w:abstractNumId w:val="12"/>
  </w:num>
  <w:num w:numId="13" w16cid:durableId="1165629906">
    <w:abstractNumId w:val="23"/>
  </w:num>
  <w:num w:numId="14" w16cid:durableId="864904586">
    <w:abstractNumId w:val="34"/>
  </w:num>
  <w:num w:numId="15" w16cid:durableId="161891645">
    <w:abstractNumId w:val="21"/>
  </w:num>
  <w:num w:numId="16" w16cid:durableId="1140461846">
    <w:abstractNumId w:val="33"/>
  </w:num>
  <w:num w:numId="17" w16cid:durableId="1732926505">
    <w:abstractNumId w:val="11"/>
  </w:num>
  <w:num w:numId="18" w16cid:durableId="969475593">
    <w:abstractNumId w:val="15"/>
  </w:num>
  <w:num w:numId="19" w16cid:durableId="33383095">
    <w:abstractNumId w:val="32"/>
  </w:num>
  <w:num w:numId="20" w16cid:durableId="539971837">
    <w:abstractNumId w:val="2"/>
  </w:num>
  <w:num w:numId="21" w16cid:durableId="2014842568">
    <w:abstractNumId w:val="28"/>
  </w:num>
  <w:num w:numId="22" w16cid:durableId="647587909">
    <w:abstractNumId w:val="3"/>
  </w:num>
  <w:num w:numId="23" w16cid:durableId="1526095167">
    <w:abstractNumId w:val="13"/>
  </w:num>
  <w:num w:numId="24" w16cid:durableId="1318001336">
    <w:abstractNumId w:val="31"/>
  </w:num>
  <w:num w:numId="25" w16cid:durableId="849875339">
    <w:abstractNumId w:val="9"/>
  </w:num>
  <w:num w:numId="26" w16cid:durableId="779378664">
    <w:abstractNumId w:val="14"/>
  </w:num>
  <w:num w:numId="27" w16cid:durableId="1232084164">
    <w:abstractNumId w:val="19"/>
  </w:num>
  <w:num w:numId="28" w16cid:durableId="1769545576">
    <w:abstractNumId w:val="16"/>
  </w:num>
  <w:num w:numId="29" w16cid:durableId="182935780">
    <w:abstractNumId w:val="4"/>
  </w:num>
  <w:num w:numId="30" w16cid:durableId="1254124288">
    <w:abstractNumId w:val="17"/>
  </w:num>
  <w:num w:numId="31" w16cid:durableId="618610785">
    <w:abstractNumId w:val="1"/>
  </w:num>
  <w:num w:numId="32" w16cid:durableId="1695110723">
    <w:abstractNumId w:val="35"/>
  </w:num>
  <w:num w:numId="33" w16cid:durableId="2074889030">
    <w:abstractNumId w:val="18"/>
  </w:num>
  <w:num w:numId="34" w16cid:durableId="1660690427">
    <w:abstractNumId w:val="0"/>
  </w:num>
  <w:num w:numId="35" w16cid:durableId="1688369164">
    <w:abstractNumId w:val="27"/>
  </w:num>
  <w:num w:numId="36" w16cid:durableId="10984107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CAA"/>
    <w:rsid w:val="00022567"/>
    <w:rsid w:val="00077C31"/>
    <w:rsid w:val="000A5B63"/>
    <w:rsid w:val="000B2B46"/>
    <w:rsid w:val="000B3EF4"/>
    <w:rsid w:val="000C1868"/>
    <w:rsid w:val="000E561C"/>
    <w:rsid w:val="000F18FA"/>
    <w:rsid w:val="001375CF"/>
    <w:rsid w:val="001E3FFA"/>
    <w:rsid w:val="00223E09"/>
    <w:rsid w:val="00285771"/>
    <w:rsid w:val="00306360"/>
    <w:rsid w:val="00326ED7"/>
    <w:rsid w:val="003375E8"/>
    <w:rsid w:val="00354AC4"/>
    <w:rsid w:val="003822C8"/>
    <w:rsid w:val="003A6CAA"/>
    <w:rsid w:val="003B60F5"/>
    <w:rsid w:val="00465063"/>
    <w:rsid w:val="004F5C2C"/>
    <w:rsid w:val="005662D0"/>
    <w:rsid w:val="00584400"/>
    <w:rsid w:val="00627F96"/>
    <w:rsid w:val="00637863"/>
    <w:rsid w:val="006703E0"/>
    <w:rsid w:val="00670D6C"/>
    <w:rsid w:val="0069676B"/>
    <w:rsid w:val="006B7757"/>
    <w:rsid w:val="00703495"/>
    <w:rsid w:val="00720AE4"/>
    <w:rsid w:val="00733F44"/>
    <w:rsid w:val="007362BB"/>
    <w:rsid w:val="00736EE6"/>
    <w:rsid w:val="00791BEF"/>
    <w:rsid w:val="0079256B"/>
    <w:rsid w:val="007B6546"/>
    <w:rsid w:val="00813F9E"/>
    <w:rsid w:val="008538CE"/>
    <w:rsid w:val="0086437D"/>
    <w:rsid w:val="008B6E11"/>
    <w:rsid w:val="008D21E4"/>
    <w:rsid w:val="0092223C"/>
    <w:rsid w:val="009543B9"/>
    <w:rsid w:val="00971678"/>
    <w:rsid w:val="009921F9"/>
    <w:rsid w:val="00A07063"/>
    <w:rsid w:val="00A257C9"/>
    <w:rsid w:val="00A33B76"/>
    <w:rsid w:val="00A3559A"/>
    <w:rsid w:val="00A4740B"/>
    <w:rsid w:val="00A9269F"/>
    <w:rsid w:val="00AB14F4"/>
    <w:rsid w:val="00AF0779"/>
    <w:rsid w:val="00B15B90"/>
    <w:rsid w:val="00B21345"/>
    <w:rsid w:val="00B50500"/>
    <w:rsid w:val="00B52719"/>
    <w:rsid w:val="00B54993"/>
    <w:rsid w:val="00B71A3C"/>
    <w:rsid w:val="00B8661C"/>
    <w:rsid w:val="00BF44D2"/>
    <w:rsid w:val="00C33979"/>
    <w:rsid w:val="00C57DDD"/>
    <w:rsid w:val="00CB5C3A"/>
    <w:rsid w:val="00D2795A"/>
    <w:rsid w:val="00D54D7C"/>
    <w:rsid w:val="00D9153B"/>
    <w:rsid w:val="00D9332E"/>
    <w:rsid w:val="00E54E5A"/>
    <w:rsid w:val="00EA4695"/>
    <w:rsid w:val="00EB3C67"/>
    <w:rsid w:val="00F12B74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A6DE610"/>
  <w15:docId w15:val="{C768C32B-AC93-4AE5-BB48-4FE34FA0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Andrzej Semeniuk</dc:creator>
  <cp:lastModifiedBy>Gmina Rokitno</cp:lastModifiedBy>
  <cp:revision>20</cp:revision>
  <cp:lastPrinted>2025-10-14T12:18:00Z</cp:lastPrinted>
  <dcterms:created xsi:type="dcterms:W3CDTF">2019-09-19T13:16:00Z</dcterms:created>
  <dcterms:modified xsi:type="dcterms:W3CDTF">2025-10-15T06:01:00Z</dcterms:modified>
</cp:coreProperties>
</file>